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8D563" w14:textId="77777777" w:rsidR="0095190A" w:rsidRDefault="0095190A" w:rsidP="0095190A">
      <w:pPr>
        <w:ind w:left="540" w:hanging="540"/>
        <w:jc w:val="both"/>
        <w:rPr>
          <w:rFonts w:ascii="Arial" w:hAnsi="Arial" w:cs="Arial"/>
          <w:b/>
          <w:snapToGrid w:val="0"/>
          <w:sz w:val="20"/>
          <w:lang w:val="de-DE"/>
        </w:rPr>
      </w:pPr>
      <w:r w:rsidRPr="000E4D8F">
        <w:rPr>
          <w:rFonts w:ascii="Arial" w:hAnsi="Arial" w:cs="Arial"/>
          <w:b/>
          <w:snapToGrid w:val="0"/>
          <w:sz w:val="20"/>
          <w:lang w:val="de-DE"/>
        </w:rPr>
        <w:t>S</w:t>
      </w:r>
      <w:r>
        <w:rPr>
          <w:rFonts w:ascii="Arial" w:hAnsi="Arial" w:cs="Arial"/>
          <w:b/>
          <w:snapToGrid w:val="0"/>
          <w:sz w:val="20"/>
          <w:lang w:val="de-DE"/>
        </w:rPr>
        <w:t>.4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ab/>
        <w:t xml:space="preserve">Überprüfung der </w:t>
      </w:r>
      <w:r w:rsidR="000608D7">
        <w:rPr>
          <w:rFonts w:ascii="Arial" w:hAnsi="Arial" w:cs="Arial"/>
          <w:b/>
          <w:snapToGrid w:val="0"/>
          <w:sz w:val="20"/>
          <w:lang w:val="de-DE"/>
        </w:rPr>
        <w:t xml:space="preserve">der 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>technisch</w:t>
      </w:r>
      <w:r w:rsidR="000608D7">
        <w:rPr>
          <w:rFonts w:ascii="Arial" w:hAnsi="Arial" w:cs="Arial"/>
          <w:b/>
          <w:snapToGrid w:val="0"/>
          <w:sz w:val="20"/>
          <w:lang w:val="de-DE"/>
        </w:rPr>
        <w:t>-fachlichen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="000608D7">
        <w:rPr>
          <w:rFonts w:ascii="Arial" w:hAnsi="Arial" w:cs="Arial"/>
          <w:b/>
          <w:snapToGrid w:val="0"/>
          <w:sz w:val="20"/>
          <w:lang w:val="de-DE"/>
        </w:rPr>
        <w:t>Eignung</w:t>
      </w:r>
      <w:r w:rsidR="0041701B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Pr="000608D7">
        <w:rPr>
          <w:rFonts w:ascii="Arial" w:hAnsi="Arial" w:cs="Arial"/>
          <w:b/>
          <w:snapToGrid w:val="0"/>
          <w:sz w:val="20"/>
          <w:lang w:val="de-DE"/>
        </w:rPr>
        <w:t>des</w:t>
      </w:r>
      <w:r w:rsidRPr="000608D7">
        <w:rPr>
          <w:rFonts w:ascii="Tahoma" w:hAnsi="Tahoma" w:cs="Tahoma"/>
          <w:b/>
          <w:snapToGrid w:val="0"/>
          <w:sz w:val="20"/>
          <w:lang w:val="de-DE"/>
        </w:rPr>
        <w:t xml:space="preserve"> </w:t>
      </w:r>
      <w:r w:rsidR="0041701B" w:rsidRPr="000608D7">
        <w:rPr>
          <w:rFonts w:ascii="Arial" w:hAnsi="Arial" w:cs="Arial"/>
          <w:b/>
          <w:snapToGrid w:val="0"/>
          <w:sz w:val="20"/>
          <w:lang w:val="de-DE"/>
        </w:rPr>
        <w:t>Selbstständigen</w:t>
      </w:r>
      <w:r w:rsidRPr="000608D7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>– Art</w:t>
      </w:r>
      <w:r w:rsidR="008E696E">
        <w:rPr>
          <w:rFonts w:ascii="Arial" w:hAnsi="Arial" w:cs="Arial"/>
          <w:b/>
          <w:snapToGrid w:val="0"/>
          <w:sz w:val="20"/>
          <w:lang w:val="de-DE"/>
        </w:rPr>
        <w:t>.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90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,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Abs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atz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9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,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Buchstabe a) – Anhang XVII des Einheitstextes (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GVD.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81/2008) i.g.F. </w:t>
      </w:r>
    </w:p>
    <w:p w14:paraId="53AEE9C4" w14:textId="77777777" w:rsidR="003B063E" w:rsidRPr="000E4D8F" w:rsidRDefault="003B063E" w:rsidP="0095190A">
      <w:pPr>
        <w:ind w:left="540" w:hanging="540"/>
        <w:jc w:val="both"/>
        <w:rPr>
          <w:rFonts w:ascii="Arial" w:hAnsi="Arial" w:cs="Arial"/>
          <w:snapToGrid w:val="0"/>
          <w:color w:val="000000"/>
          <w:sz w:val="20"/>
          <w:lang w:val="de-DE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671"/>
      </w:tblGrid>
      <w:tr w:rsidR="0095190A" w:rsidRPr="000E4D8F" w14:paraId="093445FC" w14:textId="77777777">
        <w:tc>
          <w:tcPr>
            <w:tcW w:w="1992" w:type="pct"/>
            <w:shd w:val="clear" w:color="auto" w:fill="auto"/>
            <w:vAlign w:val="center"/>
          </w:tcPr>
          <w:p w14:paraId="784AE3E2" w14:textId="77777777" w:rsidR="0095190A" w:rsidRPr="000E4D8F" w:rsidRDefault="0095190A" w:rsidP="00F060D7">
            <w:pPr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b/>
                <w:snapToGrid w:val="0"/>
                <w:sz w:val="16"/>
                <w:lang w:val="de-DE"/>
              </w:rPr>
              <w:t>Datum und Ort</w:t>
            </w:r>
          </w:p>
        </w:tc>
        <w:tc>
          <w:tcPr>
            <w:tcW w:w="3008" w:type="pct"/>
            <w:shd w:val="clear" w:color="auto" w:fill="auto"/>
          </w:tcPr>
          <w:p w14:paraId="6C155394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z w:val="16"/>
                <w:lang w:val="de-DE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0E4D8F">
              <w:rPr>
                <w:rFonts w:ascii="Arial" w:hAnsi="Arial" w:cs="Arial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z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z w:val="16"/>
                <w:lang w:val="de-DE"/>
              </w:rPr>
              <w:fldChar w:fldCharType="end"/>
            </w:r>
            <w:bookmarkEnd w:id="0"/>
          </w:p>
        </w:tc>
      </w:tr>
      <w:tr w:rsidR="0095190A" w:rsidRPr="003B063E" w14:paraId="69A465C7" w14:textId="77777777">
        <w:tc>
          <w:tcPr>
            <w:tcW w:w="1992" w:type="pct"/>
            <w:shd w:val="clear" w:color="auto" w:fill="FFFFFF"/>
          </w:tcPr>
          <w:p w14:paraId="356D99B5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</w:tcPr>
          <w:p w14:paraId="48AE8155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7C00F87A" w14:textId="77777777">
        <w:tc>
          <w:tcPr>
            <w:tcW w:w="1992" w:type="pct"/>
            <w:shd w:val="clear" w:color="auto" w:fill="FFFFFF"/>
            <w:vAlign w:val="bottom"/>
          </w:tcPr>
          <w:p w14:paraId="62E18392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Auftraggeber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008150AF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1"/>
          </w:p>
        </w:tc>
      </w:tr>
      <w:tr w:rsidR="0095190A" w:rsidRPr="000E4D8F" w14:paraId="6E29C470" w14:textId="77777777">
        <w:tc>
          <w:tcPr>
            <w:tcW w:w="1992" w:type="pct"/>
            <w:shd w:val="clear" w:color="auto" w:fill="FFFFFF"/>
            <w:vAlign w:val="bottom"/>
          </w:tcPr>
          <w:p w14:paraId="4C495549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Bauvorhaben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459A55E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2"/>
          </w:p>
        </w:tc>
      </w:tr>
      <w:tr w:rsidR="0095190A" w:rsidRPr="000E4D8F" w14:paraId="18BACB29" w14:textId="77777777">
        <w:tc>
          <w:tcPr>
            <w:tcW w:w="1992" w:type="pct"/>
            <w:shd w:val="clear" w:color="auto" w:fill="FFFFFF"/>
            <w:vAlign w:val="bottom"/>
          </w:tcPr>
          <w:p w14:paraId="5361ECDB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6EC86440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3"/>
          </w:p>
        </w:tc>
      </w:tr>
      <w:tr w:rsidR="0095190A" w:rsidRPr="000E4D8F" w14:paraId="4CE76D79" w14:textId="77777777">
        <w:tc>
          <w:tcPr>
            <w:tcW w:w="1992" w:type="pct"/>
            <w:shd w:val="clear" w:color="auto" w:fill="FFFFFF"/>
            <w:vAlign w:val="bottom"/>
          </w:tcPr>
          <w:p w14:paraId="5110AA8D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Kodex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076BC814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4"/>
          </w:p>
        </w:tc>
      </w:tr>
      <w:tr w:rsidR="0095190A" w:rsidRPr="003B063E" w14:paraId="00B6C402" w14:textId="77777777">
        <w:tc>
          <w:tcPr>
            <w:tcW w:w="1992" w:type="pct"/>
            <w:shd w:val="clear" w:color="auto" w:fill="FFFFFF"/>
            <w:vAlign w:val="bottom"/>
          </w:tcPr>
          <w:p w14:paraId="655F9C5D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1FFE7AB9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671EF6F4" w14:textId="77777777">
        <w:tc>
          <w:tcPr>
            <w:tcW w:w="1992" w:type="pct"/>
            <w:shd w:val="clear" w:color="auto" w:fill="FFFFFF"/>
            <w:vAlign w:val="bottom"/>
          </w:tcPr>
          <w:p w14:paraId="7E8A280F" w14:textId="388ED59A" w:rsidR="0095190A" w:rsidRPr="000E4D8F" w:rsidRDefault="008E696E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 xml:space="preserve">Einziger </w:t>
            </w:r>
            <w:r w:rsidR="00072BE0">
              <w:rPr>
                <w:rFonts w:ascii="Arial" w:hAnsi="Arial" w:cs="Arial"/>
                <w:snapToGrid w:val="0"/>
                <w:sz w:val="16"/>
                <w:lang w:val="de-DE"/>
              </w:rPr>
              <w:t>Verfahrensverantwortliche (</w:t>
            </w:r>
            <w:r w:rsidR="00A616F6">
              <w:rPr>
                <w:rFonts w:ascii="Arial" w:hAnsi="Arial" w:cs="Arial"/>
                <w:snapToGrid w:val="0"/>
                <w:sz w:val="16"/>
                <w:lang w:val="de-DE"/>
              </w:rPr>
              <w:t>EVV</w:t>
            </w:r>
            <w:r w:rsidR="00072BE0">
              <w:rPr>
                <w:rFonts w:ascii="Arial" w:hAnsi="Arial" w:cs="Arial"/>
                <w:snapToGrid w:val="0"/>
                <w:sz w:val="16"/>
                <w:lang w:val="de-DE"/>
              </w:rPr>
              <w:t>)</w:t>
            </w:r>
            <w:r w:rsidR="00F060D7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/</w:t>
            </w:r>
            <w:r w:rsidR="00F060D7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Ve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r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antwortlicher der 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152FD584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0E4D8F" w14:paraId="5C2E6187" w14:textId="77777777">
        <w:tc>
          <w:tcPr>
            <w:tcW w:w="1992" w:type="pct"/>
            <w:shd w:val="clear" w:color="auto" w:fill="FFFFFF"/>
            <w:vAlign w:val="bottom"/>
          </w:tcPr>
          <w:p w14:paraId="29F4CBDA" w14:textId="77777777" w:rsidR="0095190A" w:rsidRPr="000E4D8F" w:rsidRDefault="00241F6D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Sicherheitskoordinator für die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>
              <w:rPr>
                <w:rFonts w:ascii="Arial" w:hAnsi="Arial" w:cs="Arial"/>
                <w:snapToGrid w:val="0"/>
                <w:sz w:val="16"/>
                <w:lang w:val="de-DE"/>
              </w:rPr>
              <w:t>A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usführung</w:t>
            </w:r>
            <w:r>
              <w:rPr>
                <w:rFonts w:ascii="Arial" w:hAnsi="Arial" w:cs="Arial"/>
                <w:snapToGrid w:val="0"/>
                <w:sz w:val="16"/>
                <w:lang w:val="de-DE"/>
              </w:rPr>
              <w:t xml:space="preserve"> der 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2F3D428A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0E4D8F" w14:paraId="30C7A5AB" w14:textId="77777777">
        <w:tc>
          <w:tcPr>
            <w:tcW w:w="1992" w:type="pct"/>
            <w:shd w:val="clear" w:color="auto" w:fill="FFFFFF"/>
            <w:vAlign w:val="bottom"/>
          </w:tcPr>
          <w:p w14:paraId="7A605720" w14:textId="77777777" w:rsidR="0095190A" w:rsidRPr="000E4D8F" w:rsidRDefault="003B063E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Sachbearbeiter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5CFB53B8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3B063E" w14:paraId="3A3C06C2" w14:textId="77777777">
        <w:tc>
          <w:tcPr>
            <w:tcW w:w="1992" w:type="pct"/>
            <w:shd w:val="clear" w:color="auto" w:fill="FFFFFF"/>
            <w:vAlign w:val="bottom"/>
          </w:tcPr>
          <w:p w14:paraId="762B5334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7723FA08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1A408380" w14:textId="77777777">
        <w:tc>
          <w:tcPr>
            <w:tcW w:w="1992" w:type="pct"/>
            <w:shd w:val="clear" w:color="auto" w:fill="FFFFFF"/>
            <w:vAlign w:val="bottom"/>
          </w:tcPr>
          <w:p w14:paraId="2BDC1213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Auftragnehmer/Selbständiger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4AE3553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0E4D8F" w14:paraId="73910E48" w14:textId="77777777">
        <w:trPr>
          <w:trHeight w:val="172"/>
        </w:trPr>
        <w:tc>
          <w:tcPr>
            <w:tcW w:w="1992" w:type="pct"/>
            <w:shd w:val="clear" w:color="auto" w:fill="FFFFFF"/>
            <w:vAlign w:val="bottom"/>
          </w:tcPr>
          <w:p w14:paraId="380190E1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mit </w:t>
            </w:r>
            <w:r w:rsidR="00207AA2">
              <w:rPr>
                <w:rFonts w:ascii="Arial" w:hAnsi="Arial" w:cs="Arial"/>
                <w:snapToGrid w:val="0"/>
                <w:sz w:val="16"/>
                <w:lang w:val="de-DE"/>
              </w:rPr>
              <w:t>S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itz in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2F1FD73D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3B063E" w14:paraId="36ECCB7A" w14:textId="77777777">
        <w:tc>
          <w:tcPr>
            <w:tcW w:w="1992" w:type="pct"/>
            <w:shd w:val="clear" w:color="auto" w:fill="FFFFFF"/>
            <w:vAlign w:val="bottom"/>
          </w:tcPr>
          <w:p w14:paraId="1EDDD92B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3FE10796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1C57FA88" w14:textId="77777777">
        <w:tc>
          <w:tcPr>
            <w:tcW w:w="1992" w:type="pct"/>
            <w:shd w:val="clear" w:color="auto" w:fill="FFFFFF"/>
            <w:vAlign w:val="bottom"/>
          </w:tcPr>
          <w:p w14:paraId="3546D3D3" w14:textId="77777777" w:rsidR="0095190A" w:rsidRPr="000E4D8F" w:rsidRDefault="006E6CF8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Anfrage Dokumentation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 (Datum)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79390A95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</w:tbl>
    <w:p w14:paraId="7632E561" w14:textId="77777777" w:rsidR="0095190A" w:rsidRPr="000E4D8F" w:rsidRDefault="0095190A" w:rsidP="0095190A">
      <w:pPr>
        <w:jc w:val="both"/>
        <w:rPr>
          <w:rFonts w:ascii="Arial" w:hAnsi="Arial" w:cs="Arial"/>
          <w:sz w:val="16"/>
          <w:szCs w:val="16"/>
          <w:lang w:val="de-DE"/>
        </w:rPr>
      </w:pPr>
    </w:p>
    <w:p w14:paraId="1996C05D" w14:textId="77777777" w:rsidR="0095190A" w:rsidRPr="000E4D8F" w:rsidRDefault="00515278" w:rsidP="00515278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  <w:r w:rsidRPr="00515278">
        <w:rPr>
          <w:rFonts w:ascii="OpenSymbol" w:hAnsi="OpenSymbol" w:cs="Arial"/>
          <w:snapToGrid w:val="0"/>
          <w:color w:val="000000"/>
          <w:szCs w:val="24"/>
          <w:lang w:val="de-DE"/>
        </w:rPr>
        <w:t xml:space="preserve">□ </w:t>
      </w:r>
      <w:r w:rsidR="0095190A" w:rsidRPr="000E4D8F">
        <w:rPr>
          <w:rFonts w:ascii="Arial" w:hAnsi="Arial" w:cs="Arial"/>
          <w:snapToGrid w:val="0"/>
          <w:sz w:val="16"/>
          <w:lang w:val="de-DE"/>
        </w:rPr>
        <w:t>Der Auftragnehmer (</w:t>
      </w:r>
      <w:r>
        <w:rPr>
          <w:rFonts w:ascii="Arial" w:hAnsi="Arial" w:cs="Arial"/>
          <w:snapToGrid w:val="0"/>
          <w:sz w:val="16"/>
          <w:lang w:val="de-DE"/>
        </w:rPr>
        <w:t>Selbstständige</w:t>
      </w:r>
      <w:r w:rsidR="0095190A" w:rsidRPr="000E4D8F">
        <w:rPr>
          <w:rFonts w:ascii="Arial" w:hAnsi="Arial" w:cs="Arial"/>
          <w:snapToGrid w:val="0"/>
          <w:sz w:val="16"/>
          <w:lang w:val="de-DE"/>
        </w:rPr>
        <w:t xml:space="preserve">) hat die folgende Dokumentation </w:t>
      </w:r>
      <w:r>
        <w:rPr>
          <w:rFonts w:ascii="Arial" w:hAnsi="Arial" w:cs="Arial"/>
          <w:snapToGrid w:val="0"/>
          <w:sz w:val="16"/>
          <w:lang w:val="de-DE"/>
        </w:rPr>
        <w:t>abgegeben</w:t>
      </w:r>
      <w:r w:rsidR="0095190A" w:rsidRPr="000E4D8F">
        <w:rPr>
          <w:rFonts w:ascii="Arial" w:hAnsi="Arial" w:cs="Arial"/>
          <w:snapToGrid w:val="0"/>
          <w:sz w:val="16"/>
          <w:lang w:val="de-DE"/>
        </w:rPr>
        <w:t xml:space="preserve">: </w:t>
      </w:r>
    </w:p>
    <w:tbl>
      <w:tblPr>
        <w:tblStyle w:val="Tabellenraster"/>
        <w:tblW w:w="5096" w:type="pct"/>
        <w:tblLook w:val="01E0" w:firstRow="1" w:lastRow="1" w:firstColumn="1" w:lastColumn="1" w:noHBand="0" w:noVBand="0"/>
      </w:tblPr>
      <w:tblGrid>
        <w:gridCol w:w="3795"/>
        <w:gridCol w:w="3543"/>
        <w:gridCol w:w="2126"/>
      </w:tblGrid>
      <w:tr w:rsidR="0095190A" w:rsidRPr="000E4D8F" w14:paraId="4E38A15D" w14:textId="77777777" w:rsidTr="003B063E">
        <w:tc>
          <w:tcPr>
            <w:tcW w:w="2005" w:type="pct"/>
            <w:shd w:val="clear" w:color="auto" w:fill="E6E6E6"/>
          </w:tcPr>
          <w:p w14:paraId="475E68A8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0BE1C9B4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b/>
                <w:sz w:val="16"/>
                <w:szCs w:val="16"/>
                <w:lang w:val="de-DE"/>
              </w:rPr>
              <w:t>Verlangte Unterlagen</w:t>
            </w:r>
          </w:p>
          <w:p w14:paraId="7003BB9B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shd w:val="clear" w:color="auto" w:fill="E6E6E6"/>
          </w:tcPr>
          <w:p w14:paraId="5A411282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0D6FDFF8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b/>
                <w:sz w:val="16"/>
                <w:szCs w:val="16"/>
                <w:lang w:val="de-DE"/>
              </w:rPr>
              <w:t>Angaben</w:t>
            </w:r>
          </w:p>
        </w:tc>
        <w:tc>
          <w:tcPr>
            <w:tcW w:w="1123" w:type="pct"/>
            <w:shd w:val="clear" w:color="auto" w:fill="E6E6E6"/>
          </w:tcPr>
          <w:p w14:paraId="17EFDF4C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685634E8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b/>
                <w:sz w:val="16"/>
                <w:szCs w:val="16"/>
                <w:lang w:val="de-DE"/>
              </w:rPr>
              <w:t>Überprüfung</w:t>
            </w:r>
          </w:p>
        </w:tc>
      </w:tr>
      <w:tr w:rsidR="0095190A" w:rsidRPr="000E4D8F" w14:paraId="717F6BF5" w14:textId="77777777" w:rsidTr="003B063E">
        <w:trPr>
          <w:trHeight w:val="701"/>
        </w:trPr>
        <w:tc>
          <w:tcPr>
            <w:tcW w:w="2005" w:type="pct"/>
          </w:tcPr>
          <w:p w14:paraId="6D935B01" w14:textId="77777777" w:rsidR="0095190A" w:rsidRPr="000E4D8F" w:rsidRDefault="0095190A" w:rsidP="0095190A">
            <w:p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4917169F" w14:textId="77777777" w:rsidR="0095190A" w:rsidRDefault="0095190A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Eintragung </w:t>
            </w:r>
            <w:r w:rsidR="000F0C96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in die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Handels</w:t>
            </w:r>
            <w:r w:rsidR="00515278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-, Industrie-, Handwerks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kammer mit 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einem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Gesel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l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schaft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szweck</w:t>
            </w:r>
            <w:r w:rsidR="000F0C96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welcher 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dem Gegenstand</w:t>
            </w:r>
            <w:r w:rsidR="00B070C4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des A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uftrages</w:t>
            </w:r>
            <w:r w:rsidR="000F0C96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entspricht</w:t>
            </w:r>
          </w:p>
          <w:p w14:paraId="15CBA2E9" w14:textId="77777777" w:rsidR="00515278" w:rsidRPr="000E4D8F" w:rsidRDefault="00515278" w:rsidP="00515278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4035939F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626CFF78" w14:textId="77777777" w:rsidR="0095190A" w:rsidRPr="000E4D8F" w:rsidRDefault="00515278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Ge</w:t>
            </w:r>
            <w:r w:rsidR="00F434D6">
              <w:rPr>
                <w:rFonts w:ascii="Arial" w:hAnsi="Arial" w:cs="Arial"/>
                <w:sz w:val="16"/>
                <w:szCs w:val="16"/>
                <w:lang w:val="de-DE"/>
              </w:rPr>
              <w:t>genstand der Gesellschaft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überprüfen</w:t>
            </w:r>
          </w:p>
          <w:p w14:paraId="0A918E17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Ausstellungsdatum der Bescheinigung übe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="00515278">
              <w:rPr>
                <w:rFonts w:ascii="Arial" w:hAnsi="Arial" w:cs="Arial"/>
                <w:sz w:val="16"/>
                <w:szCs w:val="16"/>
                <w:lang w:val="de-DE"/>
              </w:rPr>
              <w:t>prüfen</w:t>
            </w:r>
          </w:p>
          <w:p w14:paraId="0D04C6A0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0B44996E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61BED85E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  <w:tr w:rsidR="0095190A" w:rsidRPr="000E4D8F" w14:paraId="2C1CBBEF" w14:textId="77777777" w:rsidTr="003B063E">
        <w:trPr>
          <w:trHeight w:val="1672"/>
        </w:trPr>
        <w:tc>
          <w:tcPr>
            <w:tcW w:w="2005" w:type="pct"/>
          </w:tcPr>
          <w:p w14:paraId="405D7FBA" w14:textId="77777777" w:rsidR="0095190A" w:rsidRPr="000E4D8F" w:rsidRDefault="00C1758E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pezifische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Dokumentation zur Bestät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i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gung der Konformität von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Maschinen, G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räte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n und Hilfskonstruktionen m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it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Bezug auf die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Bestimmungen </w:t>
            </w:r>
            <w:r w:rsidR="00E62B0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des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</w:t>
            </w:r>
            <w:r w:rsidR="00537C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. 81/2008</w:t>
            </w:r>
          </w:p>
        </w:tc>
        <w:tc>
          <w:tcPr>
            <w:tcW w:w="1872" w:type="pct"/>
          </w:tcPr>
          <w:p w14:paraId="5DF9E7CC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Aufstellung betreffend das gegenständliche Bauvorhaben, versehen mit:</w:t>
            </w:r>
          </w:p>
          <w:p w14:paraId="573E6628" w14:textId="77777777" w:rsidR="0095190A" w:rsidRPr="008D1A6F" w:rsidRDefault="0095190A" w:rsidP="0095190A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1A6F">
              <w:rPr>
                <w:rFonts w:ascii="Arial" w:hAnsi="Arial" w:cs="Arial"/>
                <w:sz w:val="16"/>
                <w:szCs w:val="16"/>
                <w:lang w:val="de-DE"/>
              </w:rPr>
              <w:t>CE-</w:t>
            </w:r>
            <w:r w:rsidR="00E62B0F" w:rsidRPr="008D1A6F">
              <w:rPr>
                <w:rFonts w:ascii="Arial" w:hAnsi="Arial" w:cs="Arial"/>
                <w:sz w:val="16"/>
                <w:szCs w:val="16"/>
                <w:lang w:val="de-DE"/>
              </w:rPr>
              <w:t>Kennzeichnung</w:t>
            </w:r>
          </w:p>
          <w:p w14:paraId="0FE1FFB3" w14:textId="77777777" w:rsidR="0095190A" w:rsidRPr="000E4D8F" w:rsidRDefault="0095190A" w:rsidP="0095190A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Konformitätserklärung ANH. V</w:t>
            </w:r>
            <w:r w:rsidR="00E62B0F">
              <w:rPr>
                <w:rFonts w:ascii="Arial" w:hAnsi="Arial" w:cs="Arial"/>
                <w:sz w:val="16"/>
                <w:szCs w:val="16"/>
                <w:lang w:val="de-DE"/>
              </w:rPr>
              <w:t xml:space="preserve"> des Einheit</w:t>
            </w:r>
            <w:r w:rsidR="00E62B0F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E62B0F">
              <w:rPr>
                <w:rFonts w:ascii="Arial" w:hAnsi="Arial" w:cs="Arial"/>
                <w:sz w:val="16"/>
                <w:szCs w:val="16"/>
                <w:lang w:val="de-DE"/>
              </w:rPr>
              <w:t>textes (GVD. 81/08)</w:t>
            </w:r>
          </w:p>
          <w:p w14:paraId="6C1B3078" w14:textId="77777777" w:rsidR="0095190A" w:rsidRPr="000E4D8F" w:rsidRDefault="0095190A" w:rsidP="0095190A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Erklärung der Übereinstimmung mit den geltenden Bestimmungen und der </w:t>
            </w:r>
            <w:r w:rsidR="00C21B60">
              <w:rPr>
                <w:rFonts w:ascii="Arial" w:hAnsi="Arial" w:cs="Arial"/>
                <w:sz w:val="16"/>
                <w:szCs w:val="16"/>
                <w:lang w:val="de-DE"/>
              </w:rPr>
              <w:t>durchg</w:t>
            </w:r>
            <w:r w:rsidR="00C21B60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C21B60">
              <w:rPr>
                <w:rFonts w:ascii="Arial" w:hAnsi="Arial" w:cs="Arial"/>
                <w:sz w:val="16"/>
                <w:szCs w:val="16"/>
                <w:lang w:val="de-DE"/>
              </w:rPr>
              <w:t>führten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8D1A6F">
              <w:rPr>
                <w:rFonts w:ascii="Arial" w:hAnsi="Arial" w:cs="Arial"/>
                <w:sz w:val="16"/>
                <w:szCs w:val="16"/>
                <w:lang w:val="de-DE"/>
              </w:rPr>
              <w:t>Wartung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und/oder Überprüfung</w:t>
            </w:r>
          </w:p>
        </w:tc>
        <w:tc>
          <w:tcPr>
            <w:tcW w:w="1123" w:type="pct"/>
          </w:tcPr>
          <w:p w14:paraId="6A1F5F81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09FD811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1F30D5DA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2F88BF39" w14:textId="77777777" w:rsidR="0095190A" w:rsidRPr="000E4D8F" w:rsidRDefault="0095190A" w:rsidP="0095190A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5190A" w:rsidRPr="000E4D8F" w14:paraId="19630CD0" w14:textId="77777777" w:rsidTr="003B063E">
        <w:tc>
          <w:tcPr>
            <w:tcW w:w="2005" w:type="pct"/>
          </w:tcPr>
          <w:p w14:paraId="65628B93" w14:textId="77777777" w:rsidR="0095190A" w:rsidRPr="000E4D8F" w:rsidRDefault="00035C8F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Liste der verfügbaren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persönlichen Schutzausrüstung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en</w:t>
            </w:r>
          </w:p>
        </w:tc>
        <w:tc>
          <w:tcPr>
            <w:tcW w:w="1872" w:type="pct"/>
          </w:tcPr>
          <w:p w14:paraId="109178BF" w14:textId="77777777" w:rsidR="0095190A" w:rsidRPr="000E4D8F" w:rsidRDefault="00E00B2E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Liste</w:t>
            </w:r>
            <w:r w:rsidR="0095190A"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PSA und eventuelle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Dokumentation</w:t>
            </w:r>
            <w:r w:rsidR="0095190A"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über die erfolgte diesbezügliche Ausbildung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welche den Arbeitnehmern</w:t>
            </w:r>
            <w:r w:rsidR="004E32B7">
              <w:rPr>
                <w:rFonts w:ascii="Arial" w:hAnsi="Arial" w:cs="Arial"/>
                <w:sz w:val="16"/>
                <w:szCs w:val="16"/>
                <w:lang w:val="de-DE"/>
              </w:rPr>
              <w:t xml:space="preserve"> zur Verfügung gestellt wird</w:t>
            </w:r>
          </w:p>
        </w:tc>
        <w:tc>
          <w:tcPr>
            <w:tcW w:w="1123" w:type="pct"/>
          </w:tcPr>
          <w:p w14:paraId="37D1F1E8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C3A25CE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v</w:t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>orhanden</w:t>
            </w:r>
          </w:p>
          <w:p w14:paraId="2DC8FF1E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 xml:space="preserve"> nicht vorhanden</w:t>
            </w:r>
          </w:p>
          <w:p w14:paraId="12EFECFB" w14:textId="77777777" w:rsidR="0095190A" w:rsidRPr="000E4D8F" w:rsidRDefault="0095190A" w:rsidP="0095190A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5190A" w14:paraId="1AD04D56" w14:textId="77777777" w:rsidTr="000D4764">
        <w:trPr>
          <w:trHeight w:val="812"/>
        </w:trPr>
        <w:tc>
          <w:tcPr>
            <w:tcW w:w="2005" w:type="pct"/>
          </w:tcPr>
          <w:p w14:paraId="07EF40D0" w14:textId="77777777" w:rsidR="0095190A" w:rsidRDefault="00035C8F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Zeugnisse über die eigene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Ausbildung und gesundheitliche </w:t>
            </w:r>
            <w:r w:rsidR="005D6BBD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Eignung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, </w:t>
            </w:r>
            <w:r w:rsidR="00D66420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vorgesehen vom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Einheitstext (</w:t>
            </w:r>
            <w:r w:rsidR="00D66420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. 81/2008)</w:t>
            </w:r>
          </w:p>
        </w:tc>
        <w:tc>
          <w:tcPr>
            <w:tcW w:w="1872" w:type="pct"/>
          </w:tcPr>
          <w:p w14:paraId="0096165A" w14:textId="77777777" w:rsidR="0095190A" w:rsidRDefault="0095190A" w:rsidP="0095190A">
            <w:pPr>
              <w:numPr>
                <w:ilvl w:val="0"/>
                <w:numId w:val="5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Kopie </w:t>
            </w:r>
            <w:r w:rsidR="00F07A4C">
              <w:rPr>
                <w:rFonts w:ascii="Arial" w:hAnsi="Arial" w:cs="Arial"/>
                <w:sz w:val="16"/>
                <w:szCs w:val="16"/>
                <w:lang w:val="de-DE"/>
              </w:rPr>
              <w:t>gesundheitliche Eignung</w:t>
            </w:r>
          </w:p>
          <w:p w14:paraId="18E4234F" w14:textId="77777777" w:rsidR="0095190A" w:rsidRDefault="0095190A" w:rsidP="0095190A">
            <w:pPr>
              <w:numPr>
                <w:ilvl w:val="0"/>
                <w:numId w:val="5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Erklärung mit Bestätigung der</w:t>
            </w:r>
            <w:r w:rsidR="00D66420">
              <w:rPr>
                <w:rFonts w:ascii="Arial" w:hAnsi="Arial" w:cs="Arial"/>
                <w:sz w:val="16"/>
                <w:szCs w:val="16"/>
                <w:lang w:val="de-DE"/>
              </w:rPr>
              <w:t xml:space="preserve"> gesundheitl</w:t>
            </w:r>
            <w:r w:rsidR="00D66420">
              <w:rPr>
                <w:rFonts w:ascii="Arial" w:hAnsi="Arial" w:cs="Arial"/>
                <w:sz w:val="16"/>
                <w:szCs w:val="16"/>
                <w:lang w:val="de-DE"/>
              </w:rPr>
              <w:t>i</w:t>
            </w:r>
            <w:r w:rsidR="00D66420">
              <w:rPr>
                <w:rFonts w:ascii="Arial" w:hAnsi="Arial" w:cs="Arial"/>
                <w:sz w:val="16"/>
                <w:szCs w:val="16"/>
                <w:lang w:val="de-DE"/>
              </w:rPr>
              <w:t>chen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07A4C">
              <w:rPr>
                <w:rFonts w:ascii="Arial" w:hAnsi="Arial" w:cs="Arial"/>
                <w:sz w:val="16"/>
                <w:szCs w:val="16"/>
                <w:lang w:val="de-DE"/>
              </w:rPr>
              <w:t xml:space="preserve">Eignung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und eventueller Einschrä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kungen </w:t>
            </w:r>
          </w:p>
        </w:tc>
        <w:tc>
          <w:tcPr>
            <w:tcW w:w="1123" w:type="pct"/>
          </w:tcPr>
          <w:p w14:paraId="032B526A" w14:textId="77777777" w:rsidR="0095190A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30055AC7" w14:textId="77777777" w:rsidR="0095190A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58785135" w14:textId="77777777" w:rsidR="0095190A" w:rsidRPr="004653D8" w:rsidRDefault="0095190A" w:rsidP="000D4764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5190A" w14:paraId="32A86B81" w14:textId="77777777" w:rsidTr="003B063E">
        <w:trPr>
          <w:trHeight w:val="557"/>
        </w:trPr>
        <w:tc>
          <w:tcPr>
            <w:tcW w:w="2005" w:type="pct"/>
          </w:tcPr>
          <w:p w14:paraId="4433ADC4" w14:textId="77777777" w:rsidR="0095190A" w:rsidRDefault="0053086E" w:rsidP="0053086E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Sammelbescheinigung </w:t>
            </w:r>
            <w:r w:rsidR="003F29C0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über die</w:t>
            </w: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ordnung</w:t>
            </w: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gemäße Beitragslage 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(DURC)</w:t>
            </w:r>
          </w:p>
        </w:tc>
        <w:tc>
          <w:tcPr>
            <w:tcW w:w="1872" w:type="pct"/>
          </w:tcPr>
          <w:p w14:paraId="0D9E03A9" w14:textId="77777777" w:rsidR="0095190A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Gültigkeit </w:t>
            </w:r>
            <w:r w:rsidR="008F11B2">
              <w:rPr>
                <w:rFonts w:ascii="Arial" w:hAnsi="Arial" w:cs="Arial"/>
                <w:sz w:val="16"/>
                <w:szCs w:val="16"/>
                <w:lang w:val="de-DE"/>
              </w:rPr>
              <w:t>120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Tage</w:t>
            </w:r>
          </w:p>
        </w:tc>
        <w:tc>
          <w:tcPr>
            <w:tcW w:w="1123" w:type="pct"/>
          </w:tcPr>
          <w:p w14:paraId="01FF1A81" w14:textId="77777777" w:rsidR="0095190A" w:rsidRDefault="0095190A" w:rsidP="0095190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</w:tbl>
    <w:p w14:paraId="023106E4" w14:textId="77777777" w:rsidR="0095190A" w:rsidRDefault="0095190A" w:rsidP="0095190A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</w:p>
    <w:p w14:paraId="2DE206D6" w14:textId="77777777" w:rsidR="0095190A" w:rsidRDefault="0095190A" w:rsidP="0095190A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  <w:r>
        <w:rPr>
          <w:rFonts w:ascii="Arial" w:hAnsi="Arial" w:cs="Arial"/>
          <w:snapToGrid w:val="0"/>
          <w:sz w:val="16"/>
          <w:lang w:val="de-DE"/>
        </w:rPr>
        <w:t xml:space="preserve">Nach Anhören der Anwesenden hinsichtlich der vom </w:t>
      </w:r>
      <w:r w:rsidR="00270B80">
        <w:rPr>
          <w:rFonts w:ascii="Arial" w:hAnsi="Arial" w:cs="Arial"/>
          <w:snapToGrid w:val="0"/>
          <w:sz w:val="16"/>
          <w:lang w:val="de-DE"/>
        </w:rPr>
        <w:t>Unternehmen</w:t>
      </w:r>
      <w:r>
        <w:rPr>
          <w:rFonts w:ascii="Arial" w:hAnsi="Arial" w:cs="Arial"/>
          <w:snapToGrid w:val="0"/>
          <w:color w:val="008000"/>
          <w:sz w:val="16"/>
          <w:lang w:val="de-DE"/>
        </w:rPr>
        <w:t xml:space="preserve"> </w:t>
      </w:r>
      <w:r>
        <w:rPr>
          <w:rFonts w:ascii="Arial" w:hAnsi="Arial" w:cs="Arial"/>
          <w:snapToGrid w:val="0"/>
          <w:sz w:val="16"/>
          <w:lang w:val="de-DE"/>
        </w:rPr>
        <w:t xml:space="preserve">vorgelegten </w:t>
      </w:r>
      <w:r w:rsidR="00D72160">
        <w:rPr>
          <w:rFonts w:ascii="Arial" w:hAnsi="Arial" w:cs="Arial"/>
          <w:snapToGrid w:val="0"/>
          <w:sz w:val="16"/>
          <w:lang w:val="de-DE"/>
        </w:rPr>
        <w:t>Dokumentation</w:t>
      </w:r>
      <w:r>
        <w:rPr>
          <w:rFonts w:ascii="Arial" w:hAnsi="Arial" w:cs="Arial"/>
          <w:snapToGrid w:val="0"/>
          <w:sz w:val="16"/>
          <w:lang w:val="de-DE"/>
        </w:rPr>
        <w:t>:</w:t>
      </w:r>
    </w:p>
    <w:p w14:paraId="532D0773" w14:textId="77777777" w:rsidR="0095190A" w:rsidRDefault="0095190A" w:rsidP="0095190A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  <w:r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stimmt man überein, dass die vom </w:t>
      </w:r>
      <w:r>
        <w:rPr>
          <w:rFonts w:ascii="Arial" w:hAnsi="Arial" w:cs="Arial"/>
          <w:snapToGrid w:val="0"/>
          <w:sz w:val="16"/>
          <w:lang w:val="de-DE"/>
        </w:rPr>
        <w:t xml:space="preserve">Auftragnehmer </w:t>
      </w:r>
      <w:r w:rsidR="00752D7A">
        <w:rPr>
          <w:rFonts w:ascii="Arial" w:hAnsi="Arial" w:cs="Arial"/>
          <w:snapToGrid w:val="0"/>
          <w:sz w:val="16"/>
          <w:lang w:val="de-DE"/>
        </w:rPr>
        <w:t>vorgelegte</w:t>
      </w:r>
      <w:r>
        <w:rPr>
          <w:rFonts w:ascii="Arial" w:hAnsi="Arial" w:cs="Arial"/>
          <w:snapToGrid w:val="0"/>
          <w:sz w:val="16"/>
          <w:lang w:val="de-DE"/>
        </w:rPr>
        <w:t xml:space="preserve"> </w:t>
      </w:r>
      <w:r w:rsidR="00706F43">
        <w:rPr>
          <w:rFonts w:ascii="Arial" w:hAnsi="Arial" w:cs="Arial"/>
          <w:snapToGrid w:val="0"/>
          <w:sz w:val="16"/>
          <w:lang w:val="de-DE"/>
        </w:rPr>
        <w:t>Dokumentation</w:t>
      </w:r>
      <w:r>
        <w:rPr>
          <w:rFonts w:ascii="Arial" w:hAnsi="Arial" w:cs="Arial"/>
          <w:snapToGrid w:val="0"/>
          <w:sz w:val="16"/>
          <w:lang w:val="de-DE"/>
        </w:rPr>
        <w:t xml:space="preserve"> </w:t>
      </w:r>
      <w:r w:rsidR="00453A23">
        <w:rPr>
          <w:rFonts w:ascii="Arial" w:hAnsi="Arial" w:cs="Arial"/>
          <w:snapToGrid w:val="0"/>
          <w:sz w:val="16"/>
          <w:lang w:val="de-DE"/>
        </w:rPr>
        <w:t>vorhanden</w:t>
      </w:r>
      <w:r>
        <w:rPr>
          <w:rFonts w:ascii="Arial" w:hAnsi="Arial" w:cs="Arial"/>
          <w:snapToGrid w:val="0"/>
          <w:sz w:val="16"/>
          <w:lang w:val="de-DE"/>
        </w:rPr>
        <w:t xml:space="preserve"> </w:t>
      </w:r>
      <w:r w:rsidR="00706F43">
        <w:rPr>
          <w:rFonts w:ascii="Arial" w:hAnsi="Arial" w:cs="Arial"/>
          <w:snapToGrid w:val="0"/>
          <w:sz w:val="16"/>
          <w:lang w:val="de-DE"/>
        </w:rPr>
        <w:t>ist</w:t>
      </w:r>
      <w:r>
        <w:rPr>
          <w:rFonts w:ascii="Arial" w:hAnsi="Arial" w:cs="Arial"/>
          <w:snapToGrid w:val="0"/>
          <w:sz w:val="16"/>
          <w:lang w:val="de-DE"/>
        </w:rPr>
        <w:t>.</w:t>
      </w:r>
    </w:p>
    <w:p w14:paraId="0183B11B" w14:textId="77777777" w:rsidR="0095190A" w:rsidRDefault="0095190A" w:rsidP="0095190A">
      <w:pPr>
        <w:spacing w:line="360" w:lineRule="auto"/>
        <w:ind w:left="705" w:hanging="705"/>
        <w:jc w:val="both"/>
        <w:rPr>
          <w:rFonts w:ascii="Arial" w:hAnsi="Arial" w:cs="Arial"/>
          <w:snapToGrid w:val="0"/>
          <w:color w:val="000000"/>
          <w:sz w:val="16"/>
          <w:lang w:val="de-DE"/>
        </w:rPr>
      </w:pPr>
      <w:r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wird die Ergänzung der Unterlagen</w:t>
      </w:r>
      <w:r w:rsidR="00391CA2">
        <w:rPr>
          <w:rFonts w:ascii="Arial" w:hAnsi="Arial" w:cs="Arial"/>
          <w:snapToGrid w:val="0"/>
          <w:color w:val="000000"/>
          <w:sz w:val="16"/>
          <w:lang w:val="de-DE"/>
        </w:rPr>
        <w:t>,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wie oben </w:t>
      </w:r>
      <w:r w:rsidR="00752D7A">
        <w:rPr>
          <w:rFonts w:ascii="Arial" w:hAnsi="Arial" w:cs="Arial"/>
          <w:snapToGrid w:val="0"/>
          <w:color w:val="000000"/>
          <w:sz w:val="16"/>
          <w:lang w:val="de-DE"/>
        </w:rPr>
        <w:t>angeführt</w:t>
      </w:r>
      <w:r w:rsidR="00391CA2">
        <w:rPr>
          <w:rFonts w:ascii="Arial" w:hAnsi="Arial" w:cs="Arial"/>
          <w:snapToGrid w:val="0"/>
          <w:color w:val="000000"/>
          <w:sz w:val="16"/>
          <w:lang w:val="de-DE"/>
        </w:rPr>
        <w:t>,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</w:t>
      </w:r>
      <w:r w:rsidR="00391CA2">
        <w:rPr>
          <w:rFonts w:ascii="Arial" w:hAnsi="Arial" w:cs="Arial"/>
          <w:snapToGrid w:val="0"/>
          <w:color w:val="000000"/>
          <w:sz w:val="16"/>
          <w:lang w:val="de-DE"/>
        </w:rPr>
        <w:t>an</w:t>
      </w:r>
      <w:r>
        <w:rPr>
          <w:rFonts w:ascii="Arial" w:hAnsi="Arial" w:cs="Arial"/>
          <w:snapToGrid w:val="0"/>
          <w:color w:val="000000"/>
          <w:sz w:val="16"/>
          <w:lang w:val="de-DE"/>
        </w:rPr>
        <w:t>gefordert.</w:t>
      </w:r>
    </w:p>
    <w:p w14:paraId="342E029F" w14:textId="77777777" w:rsidR="003D4F5E" w:rsidRDefault="003D4F5E" w:rsidP="003D4F5E">
      <w:pPr>
        <w:jc w:val="both"/>
        <w:rPr>
          <w:rFonts w:ascii="Arial" w:hAnsi="Arial" w:cs="Arial"/>
          <w:sz w:val="16"/>
          <w:szCs w:val="16"/>
          <w:lang w:val="de-DE"/>
        </w:rPr>
      </w:pPr>
    </w:p>
    <w:p w14:paraId="64274EE0" w14:textId="77777777" w:rsidR="00391CA2" w:rsidRPr="00DF302E" w:rsidRDefault="00F060D7" w:rsidP="00F060D7">
      <w:pPr>
        <w:tabs>
          <w:tab w:val="left" w:pos="4962"/>
        </w:tabs>
        <w:spacing w:line="360" w:lineRule="auto"/>
        <w:ind w:left="1985"/>
        <w:jc w:val="center"/>
        <w:rPr>
          <w:rFonts w:ascii="Arial" w:hAnsi="Arial" w:cs="Arial"/>
          <w:snapToGrid w:val="0"/>
          <w:color w:val="000000"/>
          <w:sz w:val="16"/>
          <w:lang w:val="de-DE"/>
        </w:rPr>
      </w:pPr>
      <w:bookmarkStart w:id="5" w:name="_GoBack"/>
      <w:bookmarkEnd w:id="5"/>
      <w:r>
        <w:rPr>
          <w:rFonts w:ascii="Arial" w:hAnsi="Arial" w:cs="Arial"/>
          <w:snapToGrid w:val="0"/>
          <w:color w:val="000000"/>
          <w:sz w:val="16"/>
          <w:lang w:val="de-DE"/>
        </w:rPr>
        <w:tab/>
      </w:r>
      <w:r w:rsidR="00391CA2" w:rsidRPr="00DF302E">
        <w:rPr>
          <w:rFonts w:ascii="Arial" w:hAnsi="Arial" w:cs="Arial"/>
          <w:snapToGrid w:val="0"/>
          <w:color w:val="000000"/>
          <w:sz w:val="16"/>
          <w:lang w:val="de-DE"/>
        </w:rPr>
        <w:t>___________________________________</w:t>
      </w:r>
    </w:p>
    <w:p w14:paraId="5309C6CC" w14:textId="0FFDA707" w:rsidR="003D4F5E" w:rsidRPr="00391CA2" w:rsidRDefault="003D4F5E" w:rsidP="00F060D7">
      <w:pPr>
        <w:tabs>
          <w:tab w:val="left" w:pos="5103"/>
        </w:tabs>
        <w:spacing w:line="360" w:lineRule="auto"/>
        <w:ind w:left="1985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 w:rsidRPr="00DF302E">
        <w:rPr>
          <w:rFonts w:ascii="Arial" w:hAnsi="Arial" w:cs="Arial"/>
          <w:b/>
          <w:snapToGrid w:val="0"/>
          <w:color w:val="000000"/>
          <w:sz w:val="16"/>
          <w:szCs w:val="16"/>
          <w:lang w:val="de-DE"/>
        </w:rPr>
        <w:tab/>
      </w:r>
      <w:r w:rsidR="00391CA2" w:rsidRPr="00391CA2">
        <w:rPr>
          <w:rFonts w:ascii="Arial" w:hAnsi="Arial" w:cs="Arial"/>
          <w:b/>
          <w:snapToGrid w:val="0"/>
          <w:color w:val="000000"/>
          <w:sz w:val="16"/>
          <w:szCs w:val="16"/>
          <w:lang w:val="de-DE"/>
        </w:rPr>
        <w:t xml:space="preserve">     </w:t>
      </w:r>
      <w:r w:rsidR="00DD6565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d</w:t>
      </w:r>
      <w:r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er</w:t>
      </w:r>
      <w:r w:rsidR="00FF5F0B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/die</w:t>
      </w:r>
      <w:r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 </w:t>
      </w:r>
      <w:r w:rsidR="00025050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Einzige</w:t>
      </w:r>
      <w:r w:rsidR="00391CA2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 </w:t>
      </w:r>
      <w:r w:rsidR="00072BE0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Verfahrensverantwortliche (</w:t>
      </w:r>
      <w:r w:rsidR="00A616F6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EVV</w:t>
      </w:r>
      <w:r w:rsidR="00072BE0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)</w:t>
      </w:r>
    </w:p>
    <w:p w14:paraId="391C52FB" w14:textId="77777777" w:rsidR="00391CA2" w:rsidRPr="00391CA2" w:rsidRDefault="00391CA2" w:rsidP="00F060D7">
      <w:pPr>
        <w:tabs>
          <w:tab w:val="left" w:pos="5670"/>
        </w:tabs>
        <w:spacing w:line="360" w:lineRule="auto"/>
        <w:ind w:left="1985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Pr="003B063E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(mit digitaler Unterschrift unterzeichnet)</w:t>
      </w:r>
    </w:p>
    <w:sectPr w:rsidR="00391CA2" w:rsidRPr="00391CA2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D60D3" w14:textId="77777777" w:rsidR="00331135" w:rsidRDefault="00331135">
      <w:r>
        <w:separator/>
      </w:r>
    </w:p>
  </w:endnote>
  <w:endnote w:type="continuationSeparator" w:id="0">
    <w:p w14:paraId="45608D46" w14:textId="77777777" w:rsidR="00331135" w:rsidRDefault="0033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ACEB9" w14:textId="77777777" w:rsidR="00B62835" w:rsidRDefault="00B62835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A616F6">
      <w:rPr>
        <w:rStyle w:val="Seitenzahl"/>
        <w:rFonts w:ascii="Tahoma" w:hAnsi="Tahoma"/>
        <w:noProof/>
        <w:sz w:val="16"/>
      </w:rPr>
      <w:t>1</w:t>
    </w:r>
    <w:r>
      <w:rPr>
        <w:rStyle w:val="Seitenzahl"/>
        <w:rFonts w:ascii="Tahoma" w:hAnsi="Tahoma"/>
        <w:sz w:val="16"/>
      </w:rPr>
      <w:fldChar w:fldCharType="end"/>
    </w:r>
  </w:p>
  <w:p w14:paraId="115972A4" w14:textId="77777777" w:rsidR="00B62835" w:rsidRPr="00940202" w:rsidRDefault="00331135" w:rsidP="001F2D87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209C2CA" wp14:editId="5B8294BA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8FFC64" w14:textId="77777777" w:rsidR="00B62835" w:rsidRPr="0053086E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</w:t>
                          </w:r>
                          <w:r w:rsidR="0053086E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AOV – Agentur für öffentliche Verträge</w:t>
                          </w:r>
                        </w:p>
                        <w:p w14:paraId="65D245B1" w14:textId="77777777" w:rsidR="00B62835" w:rsidRPr="0053086E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Bozen, </w:t>
                          </w:r>
                          <w:r w:rsidR="0053086E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0</w:t>
                          </w:r>
                          <w:r w:rsidR="00170E74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5</w:t>
                          </w:r>
                          <w:r w:rsidR="001F2D87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/201</w:t>
                          </w:r>
                          <w:r w:rsidR="0053086E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B62835" w:rsidRPr="0053086E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</w:t>
                    </w:r>
                    <w:r w:rsidR="0053086E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AOV – Agentur für öffentliche Verträge</w:t>
                    </w:r>
                  </w:p>
                  <w:p w:rsidR="00B62835" w:rsidRPr="0053086E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Bozen, </w:t>
                    </w:r>
                    <w:r w:rsidR="0053086E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0</w:t>
                    </w:r>
                    <w:r w:rsidR="00170E74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5</w:t>
                    </w:r>
                    <w:r w:rsidR="001F2D87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/201</w:t>
                    </w:r>
                    <w:r w:rsidR="0053086E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907924" wp14:editId="30841E30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73DB546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  <w:lang w:val="de-DE" w:eastAsia="de-DE"/>
      </w:rPr>
      <w:drawing>
        <wp:inline distT="0" distB="0" distL="0" distR="0" wp14:anchorId="5786F58C" wp14:editId="6F86DB17">
          <wp:extent cx="213360" cy="259080"/>
          <wp:effectExtent l="0" t="0" r="0" b="0"/>
          <wp:docPr id="7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336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83CFB" w14:textId="77777777" w:rsidR="00331135" w:rsidRDefault="00331135">
      <w:r>
        <w:separator/>
      </w:r>
    </w:p>
  </w:footnote>
  <w:footnote w:type="continuationSeparator" w:id="0">
    <w:p w14:paraId="6E90B27D" w14:textId="77777777" w:rsidR="00331135" w:rsidRDefault="00331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457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8E41261"/>
    <w:multiLevelType w:val="hybridMultilevel"/>
    <w:tmpl w:val="7B2E1886"/>
    <w:lvl w:ilvl="0" w:tplc="818C75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6220A8"/>
    <w:multiLevelType w:val="hybridMultilevel"/>
    <w:tmpl w:val="F04C1B1E"/>
    <w:lvl w:ilvl="0" w:tplc="EC9A8216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color w:val="000000"/>
        <w:sz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F7318B"/>
    <w:multiLevelType w:val="hybridMultilevel"/>
    <w:tmpl w:val="96DAB8D8"/>
    <w:lvl w:ilvl="0" w:tplc="E9C01D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35"/>
    <w:rsid w:val="00025050"/>
    <w:rsid w:val="00035C8F"/>
    <w:rsid w:val="000466EA"/>
    <w:rsid w:val="000608D7"/>
    <w:rsid w:val="000613E0"/>
    <w:rsid w:val="00072BE0"/>
    <w:rsid w:val="000D4764"/>
    <w:rsid w:val="000F0C96"/>
    <w:rsid w:val="00170E74"/>
    <w:rsid w:val="001D624F"/>
    <w:rsid w:val="001F2D87"/>
    <w:rsid w:val="00207AA2"/>
    <w:rsid w:val="002363BC"/>
    <w:rsid w:val="00241F6D"/>
    <w:rsid w:val="00270B80"/>
    <w:rsid w:val="002D030C"/>
    <w:rsid w:val="00331135"/>
    <w:rsid w:val="00391CA2"/>
    <w:rsid w:val="003B063E"/>
    <w:rsid w:val="003C38D7"/>
    <w:rsid w:val="003D4F5E"/>
    <w:rsid w:val="003F29C0"/>
    <w:rsid w:val="0041701B"/>
    <w:rsid w:val="00453A23"/>
    <w:rsid w:val="004653D8"/>
    <w:rsid w:val="0048627E"/>
    <w:rsid w:val="004B6086"/>
    <w:rsid w:val="004E32B7"/>
    <w:rsid w:val="00501C3A"/>
    <w:rsid w:val="00515278"/>
    <w:rsid w:val="0053086E"/>
    <w:rsid w:val="00537C7A"/>
    <w:rsid w:val="00581EF6"/>
    <w:rsid w:val="005A604A"/>
    <w:rsid w:val="005D6BBD"/>
    <w:rsid w:val="006745D5"/>
    <w:rsid w:val="006B38CB"/>
    <w:rsid w:val="006E6CF8"/>
    <w:rsid w:val="00706F43"/>
    <w:rsid w:val="00752D7A"/>
    <w:rsid w:val="007C72BE"/>
    <w:rsid w:val="007D5FA6"/>
    <w:rsid w:val="00802333"/>
    <w:rsid w:val="008D1A6F"/>
    <w:rsid w:val="008E696E"/>
    <w:rsid w:val="008F11B2"/>
    <w:rsid w:val="008F6009"/>
    <w:rsid w:val="0090094C"/>
    <w:rsid w:val="009053FA"/>
    <w:rsid w:val="0092193B"/>
    <w:rsid w:val="0095155C"/>
    <w:rsid w:val="0095190A"/>
    <w:rsid w:val="00963907"/>
    <w:rsid w:val="0099476A"/>
    <w:rsid w:val="00A16F64"/>
    <w:rsid w:val="00A616F6"/>
    <w:rsid w:val="00B070C4"/>
    <w:rsid w:val="00B56E9F"/>
    <w:rsid w:val="00B62835"/>
    <w:rsid w:val="00B651B3"/>
    <w:rsid w:val="00B80090"/>
    <w:rsid w:val="00B870C4"/>
    <w:rsid w:val="00B909FF"/>
    <w:rsid w:val="00BB6582"/>
    <w:rsid w:val="00C01ED9"/>
    <w:rsid w:val="00C1758E"/>
    <w:rsid w:val="00C21B60"/>
    <w:rsid w:val="00C46A65"/>
    <w:rsid w:val="00D36FBC"/>
    <w:rsid w:val="00D66420"/>
    <w:rsid w:val="00D72160"/>
    <w:rsid w:val="00D9720F"/>
    <w:rsid w:val="00DA2874"/>
    <w:rsid w:val="00DD6565"/>
    <w:rsid w:val="00DF302E"/>
    <w:rsid w:val="00E00B2E"/>
    <w:rsid w:val="00E37748"/>
    <w:rsid w:val="00E44EB1"/>
    <w:rsid w:val="00E62B0F"/>
    <w:rsid w:val="00EE75A4"/>
    <w:rsid w:val="00F05D91"/>
    <w:rsid w:val="00F060D7"/>
    <w:rsid w:val="00F07A4C"/>
    <w:rsid w:val="00F2140C"/>
    <w:rsid w:val="00F434D6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2B61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190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5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190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5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27424\AppData\Local\Microsoft\Windows\Temporary%20Internet%20Files\Content.IE5\E9A8GXAJ\S.4%20Baustelle+200%20MT-&#195;&#402;&#197;&#8220;berpr.dertech.+beruf.Leistungsf.-Selbst&#195;&#402;&#194;&#164;ndig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\Users\pb27424\AppData\Local\Microsoft\Windows\Temporary Internet Files\Content.IE5\E9A8GXAJ\S.4 Baustelle+200 MT-ÃƒÅ“berpr.dertech.+beruf.Leistungsf.-SelbstÃƒÂ¤ndiger.dot</Template>
  <TotalTime>0</TotalTime>
  <Pages>1</Pages>
  <Words>354</Words>
  <Characters>2237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Mittermair, Nicole</dc:creator>
  <cp:keywords/>
  <dc:description/>
  <cp:lastModifiedBy>* *</cp:lastModifiedBy>
  <cp:revision>47</cp:revision>
  <cp:lastPrinted>2012-04-11T12:52:00Z</cp:lastPrinted>
  <dcterms:created xsi:type="dcterms:W3CDTF">2018-04-26T09:41:00Z</dcterms:created>
  <dcterms:modified xsi:type="dcterms:W3CDTF">2020-04-07T13:26:00Z</dcterms:modified>
</cp:coreProperties>
</file>